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ED1084" w:rsidP="00ED1084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Wirt - </w:t>
            </w:r>
            <w:r w:rsidR="00EB2CFD">
              <w:rPr>
                <w:rFonts w:asciiTheme="majorHAnsi" w:hAnsiTheme="majorHAnsi" w:cs="Times New Roman"/>
                <w:sz w:val="20"/>
              </w:rPr>
              <w:t>Wirt County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EB2CFD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EB2CFD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17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EB2CFD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29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EB2CFD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17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EB2CFD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58.6%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82.4%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88.2%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100.0%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100.0%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396" w:type="pct"/>
          </w:tcPr>
          <w:p w:rsidR="00CE3AB1" w:rsidRPr="006E7165" w:rsidRDefault="00EB2CF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28" w:type="pct"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96" w:type="pct"/>
          </w:tcPr>
          <w:p w:rsidR="00CE3AB1" w:rsidRPr="006E7165" w:rsidRDefault="00EB2CF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CE3AB1" w:rsidRPr="006E7165" w:rsidRDefault="00EB2CF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EB2CFD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0.0%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EB2CFD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100.0%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82.4%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76.5%</w:t>
            </w:r>
          </w:p>
        </w:tc>
        <w:tc>
          <w:tcPr>
            <w:tcW w:w="48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2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76.5%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61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74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0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6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2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93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2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93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2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93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0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6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2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93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61" w:type="pct"/>
            <w:vAlign w:val="center"/>
          </w:tcPr>
          <w:p w:rsidR="00214B57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01" w:type="pct"/>
            <w:vAlign w:val="center"/>
          </w:tcPr>
          <w:p w:rsidR="00214B57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66" w:type="pct"/>
            <w:vAlign w:val="center"/>
          </w:tcPr>
          <w:p w:rsidR="00214B57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26" w:type="pct"/>
            <w:vAlign w:val="center"/>
          </w:tcPr>
          <w:p w:rsidR="00214B57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78" w:type="pct"/>
            <w:vAlign w:val="center"/>
          </w:tcPr>
          <w:p w:rsidR="00214B57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93" w:type="pct"/>
            <w:vAlign w:val="center"/>
          </w:tcPr>
          <w:p w:rsidR="00214B57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6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01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66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26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8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93" w:type="pct"/>
            <w:vAlign w:val="center"/>
          </w:tcPr>
          <w:p w:rsidR="00EF19D8" w:rsidRPr="00B37E4B" w:rsidRDefault="00EB2CF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</w:tcPr>
          <w:p w:rsidR="00C549CB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F0440E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F0440E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F0440E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52" w:type="pct"/>
          </w:tcPr>
          <w:p w:rsidR="00F0440E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F0440E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</w:tcPr>
          <w:p w:rsidR="00F0440E" w:rsidRPr="00B37E4B" w:rsidRDefault="00EB2CF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EB2CFD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5.9%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EB2CF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1143" w:type="dxa"/>
            <w:noWrap/>
          </w:tcPr>
          <w:p w:rsidR="00B37E4B" w:rsidRPr="00B37E4B" w:rsidRDefault="00EB2CF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1063" w:type="dxa"/>
            <w:noWrap/>
          </w:tcPr>
          <w:p w:rsidR="00B37E4B" w:rsidRPr="00B37E4B" w:rsidRDefault="00EB2CF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983" w:type="dxa"/>
            <w:noWrap/>
          </w:tcPr>
          <w:p w:rsidR="00B37E4B" w:rsidRPr="00B37E4B" w:rsidRDefault="00EB2CF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1258" w:type="dxa"/>
          </w:tcPr>
          <w:p w:rsidR="00B37E4B" w:rsidRPr="00B37E4B" w:rsidRDefault="00EB2CF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191106" w:rsidRPr="00B37E4B" w:rsidRDefault="00191106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44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76.5%</w:t>
            </w:r>
          </w:p>
        </w:tc>
        <w:tc>
          <w:tcPr>
            <w:tcW w:w="607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EB2CF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EB2CF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EB2CF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EB2CF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44" w:type="pct"/>
          </w:tcPr>
          <w:p w:rsidR="006C05CF" w:rsidRPr="006E7165" w:rsidRDefault="00EB2CF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58.8%</w:t>
            </w:r>
          </w:p>
        </w:tc>
        <w:tc>
          <w:tcPr>
            <w:tcW w:w="607" w:type="pct"/>
          </w:tcPr>
          <w:p w:rsidR="006C05CF" w:rsidRPr="006E7165" w:rsidRDefault="00EB2CF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434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44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07" w:type="pct"/>
          </w:tcPr>
          <w:p w:rsidR="00C549CB" w:rsidRPr="006E7165" w:rsidRDefault="00EB2CF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76.5%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70.6%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5" w:type="pct"/>
            <w:vAlign w:val="center"/>
          </w:tcPr>
          <w:p w:rsidR="006C05CF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EB2CFD" w:rsidP="00ED1084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. 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E92B3E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E92B3E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AE4F40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AE4F40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28" w:type="pct"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549CB" w:rsidRPr="006E7165" w:rsidRDefault="00EB2CF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B2CF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B2CF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B2CF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B2CF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549CB" w:rsidRPr="006E7165" w:rsidRDefault="00EB2CF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191106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876" w:rsidRDefault="00215876" w:rsidP="0035328A">
      <w:pPr>
        <w:spacing w:after="0" w:line="240" w:lineRule="auto"/>
      </w:pPr>
      <w:r>
        <w:separator/>
      </w:r>
    </w:p>
  </w:endnote>
  <w:endnote w:type="continuationSeparator" w:id="0">
    <w:p w:rsidR="00215876" w:rsidRDefault="0021587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110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876" w:rsidRDefault="00215876" w:rsidP="0035328A">
      <w:pPr>
        <w:spacing w:after="0" w:line="240" w:lineRule="auto"/>
      </w:pPr>
      <w:r>
        <w:separator/>
      </w:r>
    </w:p>
  </w:footnote>
  <w:footnote w:type="continuationSeparator" w:id="0">
    <w:p w:rsidR="00215876" w:rsidRDefault="0021587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CFD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1106"/>
    <w:rsid w:val="00193EF2"/>
    <w:rsid w:val="00196C9A"/>
    <w:rsid w:val="001A6FB6"/>
    <w:rsid w:val="001D5E77"/>
    <w:rsid w:val="001F2C8B"/>
    <w:rsid w:val="001F411A"/>
    <w:rsid w:val="00202A66"/>
    <w:rsid w:val="00214B57"/>
    <w:rsid w:val="00215876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B2CFD"/>
    <w:rsid w:val="00EC030F"/>
    <w:rsid w:val="00EC292F"/>
    <w:rsid w:val="00EC64F5"/>
    <w:rsid w:val="00EC652B"/>
    <w:rsid w:val="00ED0933"/>
    <w:rsid w:val="00ED1084"/>
    <w:rsid w:val="00ED32E0"/>
    <w:rsid w:val="00EF19D8"/>
    <w:rsid w:val="00EF3CF2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8D7F5"/>
  <w15:chartTrackingRefBased/>
  <w15:docId w15:val="{6E738D7C-43E5-43C3-967E-59073D0D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3FF36-7C56-4AA0-BDE9-E17C0A0E6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1650</Words>
  <Characters>9922</Characters>
  <Application>Microsoft Office Word</Application>
  <DocSecurity>0</DocSecurity>
  <Lines>522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2018-11-01T08:42:00Z</dcterms:created>
  <dcterms:modified xsi:type="dcterms:W3CDTF">2018-11-01T08:42:00Z</dcterms:modified>
</cp:coreProperties>
</file>